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3BF" w:rsidRPr="001A13BF" w:rsidRDefault="001A13BF">
      <w:pPr>
        <w:rPr>
          <w:b/>
          <w:sz w:val="32"/>
        </w:rPr>
      </w:pPr>
      <w:r w:rsidRPr="001A13BF">
        <w:rPr>
          <w:b/>
          <w:sz w:val="32"/>
        </w:rPr>
        <w:t>Grade 6</w:t>
      </w:r>
    </w:p>
    <w:tbl>
      <w:tblPr>
        <w:tblpPr w:leftFromText="180" w:rightFromText="180" w:vertAnchor="page" w:horzAnchor="margin" w:tblpXSpec="center" w:tblpY="2851"/>
        <w:tblW w:w="11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3"/>
        <w:gridCol w:w="2380"/>
        <w:gridCol w:w="2380"/>
        <w:gridCol w:w="2380"/>
        <w:gridCol w:w="2380"/>
      </w:tblGrid>
      <w:tr w:rsidR="00E151AE" w:rsidRPr="00F33E92" w:rsidTr="00493CA6">
        <w:trPr>
          <w:trHeight w:val="576"/>
        </w:trPr>
        <w:tc>
          <w:tcPr>
            <w:tcW w:w="2343" w:type="dxa"/>
          </w:tcPr>
          <w:p w:rsidR="00997659" w:rsidRDefault="00E151AE" w:rsidP="00493C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</w:p>
          <w:p w:rsidR="00E151AE" w:rsidRDefault="00997659" w:rsidP="00493CA6">
            <w:pPr>
              <w:spacing w:after="0" w:line="240" w:lineRule="auto"/>
              <w:jc w:val="center"/>
            </w:pPr>
            <w:r>
              <w:t>“Catch A Wave”</w:t>
            </w:r>
          </w:p>
          <w:p w:rsidR="00997659" w:rsidRDefault="00997659" w:rsidP="00493CA6">
            <w:pPr>
              <w:spacing w:after="0" w:line="240" w:lineRule="auto"/>
              <w:rPr>
                <w:b/>
                <w:sz w:val="20"/>
              </w:rPr>
            </w:pPr>
          </w:p>
          <w:p w:rsidR="00997659" w:rsidRPr="00997659" w:rsidRDefault="00997659" w:rsidP="00493CA6">
            <w:pPr>
              <w:spacing w:after="0" w:line="240" w:lineRule="auto"/>
              <w:rPr>
                <w:b/>
              </w:rPr>
            </w:pPr>
            <w:r w:rsidRPr="00997659">
              <w:rPr>
                <w:b/>
                <w:sz w:val="20"/>
              </w:rPr>
              <w:t>Domain:  Physical Science</w:t>
            </w:r>
          </w:p>
        </w:tc>
        <w:tc>
          <w:tcPr>
            <w:tcW w:w="2380" w:type="dxa"/>
          </w:tcPr>
          <w:p w:rsidR="00997659" w:rsidRDefault="00E151AE" w:rsidP="00493C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</w:p>
          <w:p w:rsidR="00E151AE" w:rsidRDefault="00997659" w:rsidP="00493CA6">
            <w:pPr>
              <w:spacing w:after="0" w:line="240" w:lineRule="auto"/>
              <w:jc w:val="center"/>
            </w:pPr>
            <w:r>
              <w:rPr>
                <w:b/>
              </w:rPr>
              <w:t>“</w:t>
            </w:r>
            <w:r>
              <w:t>What’s the Matter?”</w:t>
            </w:r>
          </w:p>
          <w:p w:rsidR="00997659" w:rsidRDefault="00997659" w:rsidP="00493CA6">
            <w:pPr>
              <w:spacing w:after="0" w:line="240" w:lineRule="auto"/>
              <w:rPr>
                <w:b/>
                <w:sz w:val="20"/>
              </w:rPr>
            </w:pPr>
          </w:p>
          <w:p w:rsidR="00997659" w:rsidRPr="00F33E92" w:rsidRDefault="00997659" w:rsidP="00493CA6">
            <w:pPr>
              <w:spacing w:after="0" w:line="240" w:lineRule="auto"/>
              <w:rPr>
                <w:b/>
              </w:rPr>
            </w:pPr>
            <w:r w:rsidRPr="00997659">
              <w:rPr>
                <w:b/>
                <w:sz w:val="20"/>
              </w:rPr>
              <w:t xml:space="preserve">Domain:  </w:t>
            </w:r>
            <w:r>
              <w:rPr>
                <w:b/>
                <w:sz w:val="20"/>
              </w:rPr>
              <w:t>Chemistry</w:t>
            </w:r>
          </w:p>
        </w:tc>
        <w:tc>
          <w:tcPr>
            <w:tcW w:w="2380" w:type="dxa"/>
          </w:tcPr>
          <w:p w:rsidR="00997659" w:rsidRDefault="00E151AE" w:rsidP="00493C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</w:p>
          <w:p w:rsidR="00E151AE" w:rsidRDefault="00997659" w:rsidP="00493CA6">
            <w:pPr>
              <w:spacing w:after="0" w:line="240" w:lineRule="auto"/>
              <w:jc w:val="center"/>
            </w:pPr>
            <w:r>
              <w:t>“Land Beneath Our Feet”</w:t>
            </w:r>
          </w:p>
          <w:p w:rsidR="00997659" w:rsidRPr="00FE6885" w:rsidRDefault="00997659" w:rsidP="00493CA6">
            <w:pPr>
              <w:spacing w:after="0" w:line="240" w:lineRule="auto"/>
            </w:pPr>
            <w:r w:rsidRPr="00997659">
              <w:rPr>
                <w:b/>
                <w:sz w:val="20"/>
              </w:rPr>
              <w:t xml:space="preserve">Domain:  </w:t>
            </w:r>
            <w:r>
              <w:rPr>
                <w:b/>
                <w:sz w:val="20"/>
              </w:rPr>
              <w:t>Lithosphere, Cycling, Soil, and Rocks</w:t>
            </w:r>
          </w:p>
        </w:tc>
        <w:tc>
          <w:tcPr>
            <w:tcW w:w="2380" w:type="dxa"/>
          </w:tcPr>
          <w:p w:rsidR="00997659" w:rsidRDefault="00E151AE" w:rsidP="00493C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</w:p>
          <w:p w:rsidR="00E151AE" w:rsidRDefault="00997659" w:rsidP="00493CA6">
            <w:pPr>
              <w:spacing w:after="0" w:line="240" w:lineRule="auto"/>
              <w:jc w:val="center"/>
            </w:pPr>
            <w:r>
              <w:t>“Growing &amp; Flowing”</w:t>
            </w:r>
          </w:p>
          <w:p w:rsidR="00997659" w:rsidRDefault="00997659" w:rsidP="00493CA6">
            <w:pPr>
              <w:spacing w:after="0" w:line="240" w:lineRule="auto"/>
              <w:rPr>
                <w:b/>
                <w:sz w:val="20"/>
              </w:rPr>
            </w:pPr>
          </w:p>
          <w:p w:rsidR="00997659" w:rsidRPr="00FE6885" w:rsidRDefault="00997659" w:rsidP="00493CA6">
            <w:pPr>
              <w:spacing w:after="0" w:line="240" w:lineRule="auto"/>
            </w:pPr>
            <w:r w:rsidRPr="00997659">
              <w:rPr>
                <w:b/>
                <w:sz w:val="20"/>
              </w:rPr>
              <w:t xml:space="preserve">Domain:  </w:t>
            </w:r>
            <w:r>
              <w:rPr>
                <w:b/>
                <w:sz w:val="20"/>
              </w:rPr>
              <w:t>Environment, Life Science</w:t>
            </w:r>
          </w:p>
        </w:tc>
        <w:tc>
          <w:tcPr>
            <w:tcW w:w="2380" w:type="dxa"/>
          </w:tcPr>
          <w:p w:rsidR="00997659" w:rsidRDefault="00E151AE" w:rsidP="00493CA6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Unit Title: </w:t>
            </w:r>
          </w:p>
          <w:p w:rsidR="00E151AE" w:rsidRDefault="00997659" w:rsidP="00493CA6">
            <w:pPr>
              <w:spacing w:after="0" w:line="240" w:lineRule="auto"/>
              <w:jc w:val="center"/>
            </w:pPr>
            <w:r>
              <w:t>“Space Invaders”</w:t>
            </w:r>
          </w:p>
          <w:p w:rsidR="00997659" w:rsidRDefault="00997659" w:rsidP="00493CA6">
            <w:pPr>
              <w:spacing w:after="0" w:line="240" w:lineRule="auto"/>
              <w:rPr>
                <w:b/>
                <w:sz w:val="20"/>
              </w:rPr>
            </w:pPr>
          </w:p>
          <w:p w:rsidR="00997659" w:rsidRPr="00FE6885" w:rsidRDefault="00997659" w:rsidP="00493CA6">
            <w:pPr>
              <w:spacing w:after="0" w:line="240" w:lineRule="auto"/>
            </w:pPr>
            <w:r w:rsidRPr="00997659">
              <w:rPr>
                <w:b/>
                <w:sz w:val="20"/>
              </w:rPr>
              <w:t xml:space="preserve">Domain:  </w:t>
            </w:r>
            <w:r>
              <w:rPr>
                <w:b/>
                <w:sz w:val="20"/>
              </w:rPr>
              <w:t>Space, Technology</w:t>
            </w:r>
          </w:p>
        </w:tc>
      </w:tr>
      <w:tr w:rsidR="00E151AE" w:rsidRPr="00F33E92" w:rsidTr="00493CA6">
        <w:trPr>
          <w:trHeight w:val="576"/>
        </w:trPr>
        <w:tc>
          <w:tcPr>
            <w:tcW w:w="2343" w:type="dxa"/>
          </w:tcPr>
          <w:p w:rsidR="00E151AE" w:rsidRPr="007255DC" w:rsidRDefault="00E151AE" w:rsidP="00493CA6">
            <w:pPr>
              <w:spacing w:after="0" w:line="240" w:lineRule="auto"/>
            </w:pPr>
            <w:r>
              <w:rPr>
                <w:b/>
                <w:sz w:val="20"/>
                <w:szCs w:val="20"/>
              </w:rPr>
              <w:t xml:space="preserve">Essential Question: </w:t>
            </w:r>
            <w:r>
              <w:rPr>
                <w:sz w:val="20"/>
                <w:szCs w:val="20"/>
              </w:rPr>
              <w:t>How does a loud car stereo make objects shake?</w:t>
            </w:r>
          </w:p>
          <w:p w:rsidR="00E151AE" w:rsidRPr="00D43B3F" w:rsidRDefault="00E151AE" w:rsidP="00493CA6">
            <w:pPr>
              <w:spacing w:after="0" w:line="240" w:lineRule="auto"/>
              <w:rPr>
                <w:i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Big Idea: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Waves contain energy. The energy within waves can travel through medium and transfer from the wave to objects.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</w:p>
          <w:p w:rsidR="00E151AE" w:rsidRPr="004D6FBC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151AE" w:rsidRPr="004D6FBC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6.P.1.1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6.P.1.2</w:t>
            </w:r>
          </w:p>
          <w:p w:rsidR="00E151AE" w:rsidRPr="004D6FBC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6.P.1.3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6.P.3.1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6.P.3.2</w:t>
            </w:r>
          </w:p>
          <w:p w:rsidR="00E151AE" w:rsidRPr="004D6FBC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6.P.3.3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3.P.3.1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3.P.3.2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4.P.3.1</w:t>
            </w:r>
          </w:p>
          <w:p w:rsidR="00E151AE" w:rsidRPr="008F2469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4.P.3.2</w:t>
            </w:r>
          </w:p>
          <w:p w:rsidR="00E151AE" w:rsidRPr="008F2469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5.P.3.1</w:t>
            </w:r>
          </w:p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80" w:type="dxa"/>
          </w:tcPr>
          <w:p w:rsidR="00E151AE" w:rsidRP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E151AE">
              <w:rPr>
                <w:sz w:val="20"/>
                <w:szCs w:val="20"/>
              </w:rPr>
              <w:t xml:space="preserve">What is matter and how does it behave? 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531B7A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 xml:space="preserve">Big Idea: </w:t>
            </w:r>
            <w:r>
              <w:rPr>
                <w:sz w:val="20"/>
                <w:szCs w:val="20"/>
              </w:rPr>
              <w:t>Atoms are the building blocks of all matter. The properties of matter are dependent on the behavior of the atoms.</w:t>
            </w:r>
          </w:p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151AE" w:rsidRPr="004D6FBC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6.P.2.1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6.P.2.2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6.P.2.3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3.P.2.3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4.P.2.1</w:t>
            </w:r>
          </w:p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5.P.2.3</w:t>
            </w:r>
          </w:p>
        </w:tc>
        <w:tc>
          <w:tcPr>
            <w:tcW w:w="2380" w:type="dxa"/>
          </w:tcPr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F33E9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How does studying cycles help us understand natural processes on Earth?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925EFC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 xml:space="preserve">Big Idea: </w:t>
            </w:r>
            <w:r w:rsidRPr="00E151AE">
              <w:rPr>
                <w:sz w:val="20"/>
                <w:szCs w:val="20"/>
              </w:rPr>
              <w:t xml:space="preserve">The structure of the earth has been affected by </w:t>
            </w:r>
            <w:r>
              <w:rPr>
                <w:sz w:val="20"/>
                <w:szCs w:val="20"/>
              </w:rPr>
              <w:t>natural</w:t>
            </w:r>
            <w:r w:rsidRPr="00E151AE">
              <w:rPr>
                <w:sz w:val="20"/>
                <w:szCs w:val="20"/>
              </w:rPr>
              <w:t xml:space="preserve"> cycles as well as human activities.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151AE" w:rsidRPr="004D6FBC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6.E.2.3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6.E.2.4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3061BA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4.P.2.3</w:t>
            </w:r>
          </w:p>
          <w:p w:rsidR="00E151AE" w:rsidRPr="00F33E9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4.E.2.3</w:t>
            </w:r>
          </w:p>
        </w:tc>
        <w:tc>
          <w:tcPr>
            <w:tcW w:w="2380" w:type="dxa"/>
          </w:tcPr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 </w:t>
            </w:r>
            <w:r>
              <w:rPr>
                <w:sz w:val="20"/>
                <w:szCs w:val="20"/>
              </w:rPr>
              <w:t>What do living things need to survive?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 xml:space="preserve">Big Idea: </w:t>
            </w:r>
            <w:r>
              <w:rPr>
                <w:sz w:val="20"/>
                <w:szCs w:val="20"/>
              </w:rPr>
              <w:t xml:space="preserve">The survival of living things is dependent on both the biotic and </w:t>
            </w:r>
            <w:proofErr w:type="spellStart"/>
            <w:r>
              <w:rPr>
                <w:sz w:val="20"/>
                <w:szCs w:val="20"/>
              </w:rPr>
              <w:t>abiotic</w:t>
            </w:r>
            <w:proofErr w:type="spellEnd"/>
            <w:r>
              <w:rPr>
                <w:sz w:val="20"/>
                <w:szCs w:val="20"/>
              </w:rPr>
              <w:t xml:space="preserve"> factors of its environment.</w:t>
            </w:r>
          </w:p>
          <w:p w:rsidR="00E151AE" w:rsidRDefault="00E151AE" w:rsidP="00493CA6">
            <w:pPr>
              <w:spacing w:after="0" w:line="240" w:lineRule="auto"/>
              <w:rPr>
                <w:color w:val="4F81BD"/>
                <w:sz w:val="20"/>
                <w:szCs w:val="20"/>
              </w:rPr>
            </w:pPr>
          </w:p>
          <w:p w:rsidR="00E151AE" w:rsidRPr="00E151AE" w:rsidRDefault="00E151AE" w:rsidP="00493CA6">
            <w:pPr>
              <w:spacing w:after="0" w:line="240" w:lineRule="auto"/>
              <w:rPr>
                <w:color w:val="4F81BD"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  <w:r w:rsidRPr="00F33E92">
              <w:rPr>
                <w:b/>
                <w:color w:val="4F81BD"/>
                <w:sz w:val="20"/>
                <w:szCs w:val="20"/>
              </w:rPr>
              <w:t>Core Standards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151AE" w:rsidRPr="00F33E92" w:rsidRDefault="00E151AE" w:rsidP="00493CA6">
            <w:pPr>
              <w:spacing w:after="0" w:line="240" w:lineRule="auto"/>
              <w:rPr>
                <w:b/>
                <w:color w:val="4F81BD"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6.L.1.1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6.L.1.2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6.L.2.1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6.L.2.2</w:t>
            </w:r>
          </w:p>
          <w:p w:rsidR="00E151AE" w:rsidRPr="008F2469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6.L.2.3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3.L.2.1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3.L.2.2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5.L.2.2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5.L.2.3</w:t>
            </w:r>
          </w:p>
          <w:p w:rsidR="00E151AE" w:rsidRPr="00F33E92" w:rsidRDefault="00E151AE" w:rsidP="00493CA6">
            <w:pPr>
              <w:rPr>
                <w:b/>
                <w:sz w:val="20"/>
                <w:szCs w:val="20"/>
              </w:rPr>
            </w:pPr>
          </w:p>
        </w:tc>
        <w:tc>
          <w:tcPr>
            <w:tcW w:w="2380" w:type="dxa"/>
          </w:tcPr>
          <w:p w:rsidR="00E151AE" w:rsidRDefault="00E151AE" w:rsidP="00493CA6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Essential Question: </w:t>
            </w:r>
            <w:r w:rsidRPr="007255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What is Earth’s role in the solar system?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B41712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 xml:space="preserve">Big Idea: </w:t>
            </w:r>
            <w:r>
              <w:rPr>
                <w:sz w:val="20"/>
                <w:szCs w:val="20"/>
              </w:rPr>
              <w:t>The position of Earth in the universe is the reason for its ability to support life.</w:t>
            </w: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  <w:r w:rsidRPr="004D6FBC">
              <w:rPr>
                <w:b/>
                <w:color w:val="548DD4"/>
                <w:sz w:val="20"/>
                <w:szCs w:val="20"/>
              </w:rPr>
              <w:t>Core Standards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RST.6-8.2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RST.6-8.3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RST.6-8.4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RST.6-8.5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RST.6-8.6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RST.6-8.7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RST.6-8.8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RST.6-8.9</w:t>
            </w:r>
          </w:p>
          <w:p w:rsidR="00E151AE" w:rsidRPr="00BD0819" w:rsidRDefault="00E151AE" w:rsidP="00493CA6">
            <w:pPr>
              <w:spacing w:after="0" w:line="240" w:lineRule="auto"/>
              <w:rPr>
                <w:color w:val="548DD4"/>
                <w:sz w:val="20"/>
                <w:szCs w:val="20"/>
              </w:rPr>
            </w:pPr>
            <w:r w:rsidRPr="00BD0819">
              <w:rPr>
                <w:color w:val="548DD4"/>
                <w:sz w:val="20"/>
                <w:szCs w:val="20"/>
              </w:rPr>
              <w:t>RST.6-8.10</w:t>
            </w:r>
          </w:p>
          <w:p w:rsidR="00E151AE" w:rsidRPr="004D6FBC" w:rsidRDefault="00E151AE" w:rsidP="00493CA6">
            <w:pPr>
              <w:spacing w:after="0" w:line="240" w:lineRule="auto"/>
              <w:rPr>
                <w:b/>
                <w:color w:val="548DD4"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Priority 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6.E.1.1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6.E.1.2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6.E.1.3</w:t>
            </w:r>
          </w:p>
          <w:p w:rsidR="00E151AE" w:rsidRPr="004D6FBC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33E92">
              <w:rPr>
                <w:b/>
                <w:sz w:val="20"/>
                <w:szCs w:val="20"/>
              </w:rPr>
              <w:t>Supporting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F33E92">
              <w:rPr>
                <w:b/>
                <w:sz w:val="20"/>
                <w:szCs w:val="20"/>
              </w:rPr>
              <w:t>Standards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3.P.1.3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3.E.1.1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4.E.1.1</w:t>
            </w:r>
          </w:p>
          <w:p w:rsidR="00E151AE" w:rsidRDefault="00E151AE" w:rsidP="00493CA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4.E.1.2</w:t>
            </w:r>
          </w:p>
          <w:p w:rsidR="00E151AE" w:rsidRPr="00F33E92" w:rsidRDefault="00E151AE" w:rsidP="00493CA6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</w:tbl>
    <w:p w:rsidR="00731A2A" w:rsidRDefault="00731A2A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493CA6" w:rsidRDefault="00493CA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p w:rsidR="00EC3486" w:rsidRDefault="00EC3486" w:rsidP="00F83D9F">
      <w:pPr>
        <w:spacing w:after="0" w:line="240" w:lineRule="auto"/>
      </w:pPr>
    </w:p>
    <w:sectPr w:rsidR="00EC3486" w:rsidSect="00687E09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672" w:rsidRDefault="00161672" w:rsidP="00687E09">
      <w:pPr>
        <w:spacing w:after="0" w:line="240" w:lineRule="auto"/>
      </w:pPr>
      <w:r>
        <w:separator/>
      </w:r>
    </w:p>
  </w:endnote>
  <w:endnote w:type="continuationSeparator" w:id="1">
    <w:p w:rsidR="00161672" w:rsidRDefault="00161672" w:rsidP="0068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672" w:rsidRDefault="00161672" w:rsidP="00687E09">
      <w:pPr>
        <w:spacing w:after="0" w:line="240" w:lineRule="auto"/>
      </w:pPr>
      <w:r>
        <w:separator/>
      </w:r>
    </w:p>
  </w:footnote>
  <w:footnote w:type="continuationSeparator" w:id="1">
    <w:p w:rsidR="00161672" w:rsidRDefault="00161672" w:rsidP="0068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BE4" w:rsidRDefault="00687E09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 xml:space="preserve"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</w:t>
    </w:r>
  </w:p>
  <w:p w:rsidR="00687E09" w:rsidRDefault="00163BE4">
    <w:pPr>
      <w:pStyle w:val="Header"/>
      <w:pBdr>
        <w:bottom w:val="thickThinSmallGap" w:sz="24" w:space="1" w:color="622423"/>
      </w:pBdr>
      <w:jc w:val="center"/>
      <w:rPr>
        <w:rFonts w:ascii="Cambria" w:eastAsia="Times New Roman" w:hAnsi="Cambria"/>
        <w:sz w:val="32"/>
        <w:szCs w:val="32"/>
      </w:rPr>
    </w:pPr>
    <w:r>
      <w:rPr>
        <w:rFonts w:ascii="Cambria" w:eastAsia="Times New Roman" w:hAnsi="Cambria"/>
        <w:sz w:val="32"/>
        <w:szCs w:val="32"/>
      </w:rPr>
      <w:t>Science</w:t>
    </w:r>
    <w:r w:rsidR="00BB79CD">
      <w:rPr>
        <w:rFonts w:ascii="Cambria" w:eastAsia="Times New Roman" w:hAnsi="Cambria"/>
        <w:sz w:val="32"/>
        <w:szCs w:val="32"/>
      </w:rPr>
      <w:t xml:space="preserve"> </w:t>
    </w:r>
    <w:r w:rsidR="00EC3486">
      <w:rPr>
        <w:rFonts w:ascii="Cambria" w:eastAsia="Times New Roman" w:hAnsi="Cambria"/>
        <w:sz w:val="32"/>
        <w:szCs w:val="32"/>
      </w:rPr>
      <w:t xml:space="preserve">– </w:t>
    </w:r>
    <w:r w:rsidR="00BB79CD">
      <w:rPr>
        <w:rFonts w:ascii="Cambria" w:eastAsia="Times New Roman" w:hAnsi="Cambria"/>
        <w:sz w:val="32"/>
        <w:szCs w:val="32"/>
      </w:rPr>
      <w:t>Grade</w:t>
    </w:r>
    <w:r w:rsidR="007C01F6">
      <w:rPr>
        <w:rFonts w:ascii="Cambria" w:eastAsia="Times New Roman" w:hAnsi="Cambria"/>
        <w:sz w:val="32"/>
        <w:szCs w:val="32"/>
      </w:rPr>
      <w:t xml:space="preserve"> 6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attachedTemplate r:id="rId1"/>
  <w:doNotTrackMove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F89"/>
    <w:rsid w:val="00052CD6"/>
    <w:rsid w:val="00054CE5"/>
    <w:rsid w:val="00085C28"/>
    <w:rsid w:val="00130209"/>
    <w:rsid w:val="00161672"/>
    <w:rsid w:val="00163BE4"/>
    <w:rsid w:val="001758B9"/>
    <w:rsid w:val="001A13BF"/>
    <w:rsid w:val="001D1847"/>
    <w:rsid w:val="002008DA"/>
    <w:rsid w:val="0020232B"/>
    <w:rsid w:val="00240B75"/>
    <w:rsid w:val="002509B6"/>
    <w:rsid w:val="002C691A"/>
    <w:rsid w:val="003061BA"/>
    <w:rsid w:val="00322FAF"/>
    <w:rsid w:val="00326734"/>
    <w:rsid w:val="003564D8"/>
    <w:rsid w:val="00397B89"/>
    <w:rsid w:val="003A06B4"/>
    <w:rsid w:val="003A669B"/>
    <w:rsid w:val="003D0772"/>
    <w:rsid w:val="00403CC1"/>
    <w:rsid w:val="004236BC"/>
    <w:rsid w:val="00437B8E"/>
    <w:rsid w:val="00493CA6"/>
    <w:rsid w:val="004D6FBC"/>
    <w:rsid w:val="004F6314"/>
    <w:rsid w:val="00531B7A"/>
    <w:rsid w:val="00544329"/>
    <w:rsid w:val="0054599B"/>
    <w:rsid w:val="00595A36"/>
    <w:rsid w:val="005A6008"/>
    <w:rsid w:val="005C1A0B"/>
    <w:rsid w:val="005F56E0"/>
    <w:rsid w:val="005F57F9"/>
    <w:rsid w:val="00606503"/>
    <w:rsid w:val="00625274"/>
    <w:rsid w:val="006255B4"/>
    <w:rsid w:val="00687E09"/>
    <w:rsid w:val="006A01EA"/>
    <w:rsid w:val="006A6E5A"/>
    <w:rsid w:val="006B1040"/>
    <w:rsid w:val="006F5962"/>
    <w:rsid w:val="00717D94"/>
    <w:rsid w:val="007255DC"/>
    <w:rsid w:val="00731A2A"/>
    <w:rsid w:val="0074421B"/>
    <w:rsid w:val="0077008E"/>
    <w:rsid w:val="007C01F6"/>
    <w:rsid w:val="007E3962"/>
    <w:rsid w:val="00853C71"/>
    <w:rsid w:val="008C5E8F"/>
    <w:rsid w:val="008F2469"/>
    <w:rsid w:val="008F40B6"/>
    <w:rsid w:val="009204ED"/>
    <w:rsid w:val="00925EFC"/>
    <w:rsid w:val="009377A3"/>
    <w:rsid w:val="009651D9"/>
    <w:rsid w:val="00997659"/>
    <w:rsid w:val="009B2A34"/>
    <w:rsid w:val="009D3F89"/>
    <w:rsid w:val="00A17FC4"/>
    <w:rsid w:val="00A35E67"/>
    <w:rsid w:val="00A36CCF"/>
    <w:rsid w:val="00AC6CD4"/>
    <w:rsid w:val="00B15289"/>
    <w:rsid w:val="00B41712"/>
    <w:rsid w:val="00B626C2"/>
    <w:rsid w:val="00B65E7C"/>
    <w:rsid w:val="00BA0319"/>
    <w:rsid w:val="00BB79CD"/>
    <w:rsid w:val="00BD0819"/>
    <w:rsid w:val="00BE4D2F"/>
    <w:rsid w:val="00C02BDF"/>
    <w:rsid w:val="00C7787C"/>
    <w:rsid w:val="00CA26EB"/>
    <w:rsid w:val="00CE187D"/>
    <w:rsid w:val="00D34E55"/>
    <w:rsid w:val="00D43B3F"/>
    <w:rsid w:val="00D6338D"/>
    <w:rsid w:val="00D713DF"/>
    <w:rsid w:val="00D8347A"/>
    <w:rsid w:val="00E07635"/>
    <w:rsid w:val="00E10ACD"/>
    <w:rsid w:val="00E151AE"/>
    <w:rsid w:val="00E2174D"/>
    <w:rsid w:val="00E30346"/>
    <w:rsid w:val="00E32F30"/>
    <w:rsid w:val="00E55891"/>
    <w:rsid w:val="00E639C7"/>
    <w:rsid w:val="00E70D29"/>
    <w:rsid w:val="00E72322"/>
    <w:rsid w:val="00E82D02"/>
    <w:rsid w:val="00EA406C"/>
    <w:rsid w:val="00EC3486"/>
    <w:rsid w:val="00F0725A"/>
    <w:rsid w:val="00F33E92"/>
    <w:rsid w:val="00F55EF2"/>
    <w:rsid w:val="00F57DA4"/>
    <w:rsid w:val="00F70ADF"/>
    <w:rsid w:val="00F725F0"/>
    <w:rsid w:val="00F83D9F"/>
    <w:rsid w:val="00F91232"/>
    <w:rsid w:val="00FB6C90"/>
    <w:rsid w:val="00FE06AC"/>
    <w:rsid w:val="00FE4FE5"/>
    <w:rsid w:val="00FE6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A2A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5589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E09"/>
  </w:style>
  <w:style w:type="paragraph" w:styleId="Footer">
    <w:name w:val="footer"/>
    <w:basedOn w:val="Normal"/>
    <w:link w:val="FooterChar"/>
    <w:uiPriority w:val="99"/>
    <w:unhideWhenUsed/>
    <w:rsid w:val="00687E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E09"/>
  </w:style>
  <w:style w:type="paragraph" w:styleId="BalloonText">
    <w:name w:val="Balloon Text"/>
    <w:basedOn w:val="Normal"/>
    <w:link w:val="BalloonTextChar"/>
    <w:uiPriority w:val="99"/>
    <w:semiHidden/>
    <w:unhideWhenUsed/>
    <w:rsid w:val="00687E0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7E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87E0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uiPriority w:val="9"/>
    <w:rsid w:val="00E55891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4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Curriculum%202016-17\Science\Pacing%20Guide%20Science%20Grade%206%202016-17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F9B37-0CA8-43B3-91B2-72411C20A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Pacing Guide Science Grade 6 2016-17</Template>
  <TotalTime>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HALIFAX COUNTY SCHOOLS                                                                                                                                  PACING GUIDE                                                                                           </vt:lpstr>
    </vt:vector>
  </TitlesOfParts>
  <Company>Hewlett-Packard Company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HALIFAX COUNTY SCHOOLS                                                                                                                                  PACING GUIDE                                                                                                                                                      READING-6TH</dc:title>
  <dc:subject/>
  <dc:creator> </dc:creator>
  <cp:keywords/>
  <cp:lastModifiedBy> </cp:lastModifiedBy>
  <cp:revision>2</cp:revision>
  <cp:lastPrinted>2014-06-30T18:17:00Z</cp:lastPrinted>
  <dcterms:created xsi:type="dcterms:W3CDTF">2016-08-16T19:06:00Z</dcterms:created>
  <dcterms:modified xsi:type="dcterms:W3CDTF">2016-08-16T19:06:00Z</dcterms:modified>
</cp:coreProperties>
</file>